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303F893C" w:rsidR="009A54BB" w:rsidRDefault="0094060A" w:rsidP="009A54BB">
      <w:r>
        <w:t xml:space="preserve">Wastafel </w:t>
      </w:r>
      <w:r w:rsidR="009A54BB">
        <w:t xml:space="preserve">vervaardigd uit sanitair porselein </w:t>
      </w:r>
      <w:r>
        <w:t xml:space="preserve">zonder </w:t>
      </w:r>
      <w:proofErr w:type="spellStart"/>
      <w:r>
        <w:t>kraangat</w:t>
      </w:r>
      <w:proofErr w:type="spellEnd"/>
      <w:r>
        <w:t xml:space="preserve"> met ov</w:t>
      </w:r>
      <w:r w:rsidR="009A54BB">
        <w:t>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56AFC972" w:rsidR="002926F1" w:rsidRDefault="002926F1" w:rsidP="002926F1">
      <w:r>
        <w:t xml:space="preserve">De overloop is </w:t>
      </w:r>
      <w:r w:rsidR="0094060A">
        <w:t xml:space="preserve">centraal </w:t>
      </w:r>
      <w:r>
        <w:t>voorzien en is verwerkt in het porselein</w:t>
      </w:r>
    </w:p>
    <w:p w14:paraId="52F2227B" w14:textId="0CB578B1" w:rsidR="002926F1" w:rsidRDefault="009A54BB" w:rsidP="002926F1">
      <w:r>
        <w:t xml:space="preserve">De </w:t>
      </w:r>
      <w:proofErr w:type="spellStart"/>
      <w:r w:rsidR="0094060A">
        <w:t>wastafel</w:t>
      </w:r>
      <w:r>
        <w:t>heeft</w:t>
      </w:r>
      <w:proofErr w:type="spellEnd"/>
      <w:r>
        <w:t xml:space="preserve"> een bolvormig vooraanzicht met een vlakke rug voor een makkelijke wandmontage</w:t>
      </w:r>
      <w:r w:rsidR="002926F1">
        <w:t xml:space="preserve">.  Naar achter toe loopt de </w:t>
      </w:r>
      <w:r w:rsidR="009B5BF9">
        <w:t xml:space="preserve">wastafel </w:t>
      </w:r>
      <w:r w:rsidR="002926F1">
        <w:t>breder uit.</w:t>
      </w:r>
    </w:p>
    <w:p w14:paraId="2E21A572" w14:textId="79AC87C4" w:rsidR="002926F1" w:rsidRDefault="002926F1" w:rsidP="002926F1">
      <w:r>
        <w:t>De hoogte van</w:t>
      </w:r>
      <w:r w:rsidR="009B5BF9">
        <w:t xml:space="preserve"> de wastafel</w:t>
      </w:r>
      <w:r>
        <w:t xml:space="preserve"> is van die aard dat de ophanging niet zichtbaar is langs de buitenzijde</w:t>
      </w:r>
    </w:p>
    <w:p w14:paraId="4B642C69" w14:textId="04F7A39E" w:rsidR="009A54BB" w:rsidRDefault="009A54BB" w:rsidP="009A54BB">
      <w:r>
        <w:t>Het kraanvlak is volledig vlak</w:t>
      </w:r>
      <w:r w:rsidR="009B5BF9">
        <w:t xml:space="preserve"> zonder</w:t>
      </w:r>
      <w:r>
        <w:t xml:space="preserve"> </w:t>
      </w:r>
      <w:proofErr w:type="spellStart"/>
      <w:r>
        <w:t>kraangat</w:t>
      </w:r>
      <w:proofErr w:type="spellEnd"/>
      <w:r>
        <w:t xml:space="preserve">.  </w:t>
      </w:r>
    </w:p>
    <w:p w14:paraId="5D089CB2" w14:textId="4EBC6583" w:rsidR="009A54BB" w:rsidRDefault="009A54BB" w:rsidP="009A54BB">
      <w:r>
        <w:t xml:space="preserve">De binnenkant van de </w:t>
      </w:r>
      <w:r w:rsidR="009B5BF9">
        <w:t>wastafel</w:t>
      </w:r>
      <w:r>
        <w:t xml:space="preserve">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038704BC" w14:textId="5BB13A56" w:rsidR="00DD0E11" w:rsidRDefault="005F4D52" w:rsidP="00DD0E11">
      <w:r>
        <w:t>Diepte:</w:t>
      </w:r>
      <w:r>
        <w:tab/>
      </w:r>
      <w:r w:rsidR="009B5BF9">
        <w:t>48</w:t>
      </w:r>
      <w:r>
        <w:t>cm</w:t>
      </w:r>
    </w:p>
    <w:p w14:paraId="6DCD4DED" w14:textId="3CBD6E46" w:rsidR="005F4D52" w:rsidRDefault="005F4D52" w:rsidP="00DD0E11">
      <w:r>
        <w:t>Breedte:</w:t>
      </w:r>
      <w:r>
        <w:tab/>
      </w:r>
      <w:r w:rsidR="009B5BF9">
        <w:t>60</w:t>
      </w:r>
      <w:r>
        <w:t>cm</w:t>
      </w:r>
    </w:p>
    <w:p w14:paraId="78336EB0" w14:textId="483B1E42" w:rsidR="005F4D52" w:rsidRDefault="005F4D52" w:rsidP="00DD0E11">
      <w:r>
        <w:t>Hoogte:</w:t>
      </w:r>
      <w:r>
        <w:tab/>
        <w:t>1</w:t>
      </w:r>
      <w:r w:rsidR="009B5BF9">
        <w:t>7.5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21B7ED16" w:rsidR="008A5169" w:rsidRDefault="005E227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80F2FB3" wp14:editId="677B417C">
            <wp:extent cx="5977255" cy="332359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2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AA88D" w14:textId="77777777" w:rsidR="00025544" w:rsidRDefault="00025544">
      <w:r>
        <w:separator/>
      </w:r>
    </w:p>
  </w:endnote>
  <w:endnote w:type="continuationSeparator" w:id="0">
    <w:p w14:paraId="468596E8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43B72" w14:textId="77777777" w:rsidR="00025544" w:rsidRDefault="00025544">
      <w:r>
        <w:separator/>
      </w:r>
    </w:p>
  </w:footnote>
  <w:footnote w:type="continuationSeparator" w:id="0">
    <w:p w14:paraId="0A22A9CC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10F47A92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8717D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58717D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6382AD" w14:textId="6A10EFB9" w:rsidR="00025544" w:rsidRPr="001332A1" w:rsidRDefault="0094060A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  <w:r>
      <w:rPr>
        <w:rFonts w:ascii="Arial" w:hAnsi="Arial" w:cs="Arial"/>
        <w:b/>
        <w:szCs w:val="24"/>
        <w:lang w:val="nl-BE"/>
      </w:rPr>
      <w:t xml:space="preserve"> met</w:t>
    </w:r>
    <w:r w:rsidR="009A54BB">
      <w:rPr>
        <w:rFonts w:ascii="Arial" w:hAnsi="Arial" w:cs="Arial"/>
        <w:b/>
        <w:szCs w:val="24"/>
        <w:lang w:val="nl-BE"/>
      </w:rPr>
      <w:t xml:space="preserve">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95991167">
    <w:abstractNumId w:val="18"/>
  </w:num>
  <w:num w:numId="2" w16cid:durableId="1833914382">
    <w:abstractNumId w:val="24"/>
  </w:num>
  <w:num w:numId="3" w16cid:durableId="1576208002">
    <w:abstractNumId w:val="4"/>
  </w:num>
  <w:num w:numId="4" w16cid:durableId="513804771">
    <w:abstractNumId w:val="3"/>
  </w:num>
  <w:num w:numId="5" w16cid:durableId="1252927197">
    <w:abstractNumId w:val="14"/>
  </w:num>
  <w:num w:numId="6" w16cid:durableId="1653675222">
    <w:abstractNumId w:val="16"/>
  </w:num>
  <w:num w:numId="7" w16cid:durableId="810944749">
    <w:abstractNumId w:val="6"/>
  </w:num>
  <w:num w:numId="8" w16cid:durableId="1596355897">
    <w:abstractNumId w:val="21"/>
  </w:num>
  <w:num w:numId="9" w16cid:durableId="543450202">
    <w:abstractNumId w:val="27"/>
  </w:num>
  <w:num w:numId="10" w16cid:durableId="1577590105">
    <w:abstractNumId w:val="2"/>
  </w:num>
  <w:num w:numId="11" w16cid:durableId="71972594">
    <w:abstractNumId w:val="13"/>
  </w:num>
  <w:num w:numId="12" w16cid:durableId="1007174986">
    <w:abstractNumId w:val="12"/>
  </w:num>
  <w:num w:numId="13" w16cid:durableId="1362778678">
    <w:abstractNumId w:val="26"/>
  </w:num>
  <w:num w:numId="14" w16cid:durableId="1685202318">
    <w:abstractNumId w:val="8"/>
  </w:num>
  <w:num w:numId="15" w16cid:durableId="751437493">
    <w:abstractNumId w:val="0"/>
  </w:num>
  <w:num w:numId="16" w16cid:durableId="1625307654">
    <w:abstractNumId w:val="11"/>
  </w:num>
  <w:num w:numId="17" w16cid:durableId="1926767940">
    <w:abstractNumId w:val="5"/>
  </w:num>
  <w:num w:numId="18" w16cid:durableId="2136092986">
    <w:abstractNumId w:val="22"/>
  </w:num>
  <w:num w:numId="19" w16cid:durableId="412094098">
    <w:abstractNumId w:val="23"/>
  </w:num>
  <w:num w:numId="20" w16cid:durableId="1965576371">
    <w:abstractNumId w:val="20"/>
  </w:num>
  <w:num w:numId="21" w16cid:durableId="840048422">
    <w:abstractNumId w:val="19"/>
  </w:num>
  <w:num w:numId="22" w16cid:durableId="1945961875">
    <w:abstractNumId w:val="15"/>
  </w:num>
  <w:num w:numId="23" w16cid:durableId="655567609">
    <w:abstractNumId w:val="25"/>
  </w:num>
  <w:num w:numId="24" w16cid:durableId="1686832053">
    <w:abstractNumId w:val="9"/>
  </w:num>
  <w:num w:numId="25" w16cid:durableId="1904021680">
    <w:abstractNumId w:val="10"/>
  </w:num>
  <w:num w:numId="26" w16cid:durableId="53820042">
    <w:abstractNumId w:val="1"/>
  </w:num>
  <w:num w:numId="27" w16cid:durableId="1141114395">
    <w:abstractNumId w:val="17"/>
  </w:num>
  <w:num w:numId="28" w16cid:durableId="4558723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8717D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2279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60A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B5BF9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17d37a4d-1901-487a-8e58-d338e641c52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6C94A5-E10F-4FD3-A76E-92E9A8CE141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227</TotalTime>
  <Pages>2</Pages>
  <Words>172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